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2ED" w:rsidRDefault="00FD72ED" w:rsidP="00D648B0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</w:t>
      </w:r>
    </w:p>
    <w:p w:rsidR="00FD72ED" w:rsidRDefault="00FD72E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FD72ED" w:rsidRDefault="00FD72E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D72ED" w:rsidRDefault="00FD72E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FD72ED" w:rsidRDefault="00FD72E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FD72ED" w:rsidRDefault="00FD72E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D72ED" w:rsidRDefault="00FD72E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FD72ED" w:rsidRDefault="00FD72E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FD72ED" w:rsidRDefault="00FD72E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D72ED" w:rsidRDefault="00FD72E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FD72ED" w:rsidRDefault="00FD72E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D72ED" w:rsidRDefault="00FD72E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D72ED" w:rsidRDefault="00FD72ED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FD72ED" w:rsidRDefault="00FD72ED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FD72ED" w:rsidRDefault="00FD72ED" w:rsidP="00D648B0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предоставления муниципальной услуги _________________</w:t>
      </w:r>
    </w:p>
    <w:p w:rsidR="00FD72ED" w:rsidRDefault="00FD72ED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FD72ED" w:rsidRDefault="00FD72E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FD72ED" w:rsidRDefault="00FD72E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D72ED" w:rsidRDefault="00FD72ED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FD72ED" w:rsidRDefault="00FD72E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FD72ED" w:rsidRDefault="00FD72E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D72ED" w:rsidRDefault="00FD72E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FD72ED" w:rsidRDefault="00FD72E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D72ED" w:rsidRDefault="00FD72ED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__________________________________________________</w:t>
      </w:r>
    </w:p>
    <w:p w:rsidR="00FD72ED" w:rsidRDefault="00FD72E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FD72ED" w:rsidRDefault="00FD72E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D72ED" w:rsidRDefault="00FD72E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FD72ED" w:rsidRDefault="00FD72E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FD72ED" w:rsidRDefault="00FD72E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D72ED" w:rsidRDefault="00FD72E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FD72ED" w:rsidRDefault="00FD72E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D72ED" w:rsidRDefault="00FD72E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FD72ED" w:rsidRDefault="00FD72E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D72ED" w:rsidRDefault="00FD72E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FD72ED" w:rsidRDefault="00FD72E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D72ED" w:rsidRDefault="00FD72E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D72ED" w:rsidRDefault="00FD72ED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FD72ED" w:rsidRPr="003B6721" w:rsidRDefault="00FD72ED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FD72ED" w:rsidRPr="004658C2" w:rsidRDefault="00FD72E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D72ED" w:rsidRDefault="00FD72ED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FD72ED" w:rsidRDefault="00FD72ED" w:rsidP="003B6721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FD72ED" w:rsidRDefault="00FD72ED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  <w:r>
        <w:rPr>
          <w:rFonts w:ascii="Times New Roman" w:hAnsi="Times New Roman"/>
          <w:sz w:val="28"/>
          <w:szCs w:val="28"/>
        </w:rPr>
        <w:tab/>
      </w:r>
    </w:p>
    <w:p w:rsidR="00FD72ED" w:rsidRDefault="00FD72E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FD72ED" w:rsidRPr="00D648B0" w:rsidRDefault="00FD72E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FD72ED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60842"/>
    <w:rsid w:val="002817CB"/>
    <w:rsid w:val="003B6721"/>
    <w:rsid w:val="004658C2"/>
    <w:rsid w:val="004D0073"/>
    <w:rsid w:val="005176B0"/>
    <w:rsid w:val="008524D2"/>
    <w:rsid w:val="008A7BF5"/>
    <w:rsid w:val="00D648B0"/>
    <w:rsid w:val="00F21736"/>
    <w:rsid w:val="00FD7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07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335</Words>
  <Characters>1910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Инна</cp:lastModifiedBy>
  <cp:revision>4</cp:revision>
  <dcterms:created xsi:type="dcterms:W3CDTF">2016-07-25T06:53:00Z</dcterms:created>
  <dcterms:modified xsi:type="dcterms:W3CDTF">2018-02-19T09:10:00Z</dcterms:modified>
</cp:coreProperties>
</file>